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5"/>
        <w:gridCol w:w="1843"/>
        <w:gridCol w:w="2126"/>
        <w:gridCol w:w="2410"/>
        <w:gridCol w:w="1831"/>
      </w:tblGrid>
      <w:tr w:rsidR="00B74AA4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B74AA4" w:rsidRPr="008B289F" w:rsidRDefault="00B74AA4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"Клевер"</w:t>
            </w:r>
          </w:p>
        </w:tc>
      </w:tr>
      <w:tr w:rsidR="00B74AA4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B74AA4" w:rsidRPr="008B289F" w:rsidRDefault="00B74AA4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B74AA4" w:rsidRPr="008B289F" w:rsidTr="00776AA2">
        <w:trPr>
          <w:jc w:val="center"/>
        </w:trPr>
        <w:tc>
          <w:tcPr>
            <w:tcW w:w="10185" w:type="dxa"/>
            <w:gridSpan w:val="5"/>
            <w:tcBorders>
              <w:bottom w:val="nil"/>
            </w:tcBorders>
            <w:vAlign w:val="center"/>
          </w:tcPr>
          <w:p w:rsidR="00B74AA4" w:rsidRPr="008B289F" w:rsidRDefault="00B74AA4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344029, г. Ростов-на-Дону, ул. 50-летия Ростсельмаша, 2-6/22; Виноградов Александр Михайлович; info@kleverltd.com</w:t>
            </w:r>
          </w:p>
        </w:tc>
      </w:tr>
      <w:tr w:rsidR="00B74AA4" w:rsidRPr="008B289F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</w:tcBorders>
            <w:vAlign w:val="center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B289F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B74AA4" w:rsidRPr="008B289F" w:rsidTr="006D73CF">
        <w:trPr>
          <w:jc w:val="center"/>
        </w:trPr>
        <w:tc>
          <w:tcPr>
            <w:tcW w:w="1975" w:type="dxa"/>
            <w:vAlign w:val="center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8B289F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843" w:type="dxa"/>
            <w:vAlign w:val="center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126" w:type="dxa"/>
            <w:vAlign w:val="center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410" w:type="dxa"/>
            <w:vAlign w:val="center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1831" w:type="dxa"/>
            <w:vAlign w:val="center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8B289F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B74AA4" w:rsidRPr="008B289F" w:rsidTr="006D73CF">
        <w:trPr>
          <w:jc w:val="center"/>
        </w:trPr>
        <w:tc>
          <w:tcPr>
            <w:tcW w:w="1975" w:type="dxa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6166094050</w:t>
            </w:r>
          </w:p>
        </w:tc>
        <w:tc>
          <w:tcPr>
            <w:tcW w:w="1843" w:type="dxa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79239939</w:t>
            </w:r>
          </w:p>
        </w:tc>
        <w:tc>
          <w:tcPr>
            <w:tcW w:w="2126" w:type="dxa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4210014</w:t>
            </w:r>
          </w:p>
        </w:tc>
        <w:tc>
          <w:tcPr>
            <w:tcW w:w="2410" w:type="dxa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51.65.2</w:t>
            </w:r>
          </w:p>
        </w:tc>
        <w:tc>
          <w:tcPr>
            <w:tcW w:w="1831" w:type="dxa"/>
          </w:tcPr>
          <w:p w:rsidR="00B74AA4" w:rsidRPr="008B289F" w:rsidRDefault="00B74AA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60701000</w:t>
            </w:r>
          </w:p>
        </w:tc>
      </w:tr>
    </w:tbl>
    <w:p w:rsidR="00B74AA4" w:rsidRPr="008B289F" w:rsidRDefault="00B74AA4" w:rsidP="00367816">
      <w:pPr>
        <w:pStyle w:val="Heading1"/>
      </w:pPr>
    </w:p>
    <w:p w:rsidR="00B74AA4" w:rsidRPr="008B289F" w:rsidRDefault="00B74AA4" w:rsidP="00367816">
      <w:pPr>
        <w:pStyle w:val="Heading1"/>
      </w:pPr>
      <w:r w:rsidRPr="008B289F">
        <w:t xml:space="preserve">КАРТА № </w:t>
      </w:r>
      <w:fldSimple w:instr=" DOCVARIABLE rm_number \* MERGEFORMAT ">
        <w:r w:rsidRPr="002C2FBB">
          <w:rPr>
            <w:b w:val="0"/>
          </w:rPr>
          <w:t xml:space="preserve"> 178-176/18 </w:t>
        </w:r>
      </w:fldSimple>
      <w:r w:rsidRPr="008B289F">
        <w:rPr>
          <w:rStyle w:val="a3"/>
          <w:b w:val="0"/>
          <w:u w:val="none"/>
        </w:rPr>
        <w:t> </w:t>
      </w:r>
      <w:r w:rsidRPr="008B289F">
        <w:rPr>
          <w:caps/>
        </w:rPr>
        <w:br/>
      </w:r>
      <w:r w:rsidRPr="008B289F">
        <w:t>специальной оценки условий труда</w:t>
      </w:r>
    </w:p>
    <w:tbl>
      <w:tblPr>
        <w:tblW w:w="0" w:type="auto"/>
        <w:tblLook w:val="01E0"/>
      </w:tblPr>
      <w:tblGrid>
        <w:gridCol w:w="8118"/>
        <w:gridCol w:w="1736"/>
      </w:tblGrid>
      <w:tr w:rsidR="00B74AA4" w:rsidRPr="008B289F" w:rsidTr="00C41459"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B74AA4" w:rsidRPr="008B289F" w:rsidRDefault="00B74AA4" w:rsidP="00C41459">
            <w:pPr>
              <w:jc w:val="center"/>
            </w:pPr>
            <w:r>
              <w:t>Водитель (генерального директора)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B74AA4" w:rsidRPr="008B289F" w:rsidRDefault="00B74AA4" w:rsidP="00C41459">
            <w:pPr>
              <w:jc w:val="center"/>
            </w:pPr>
            <w:r>
              <w:t>11442</w:t>
            </w:r>
          </w:p>
        </w:tc>
      </w:tr>
      <w:tr w:rsidR="00B74AA4" w:rsidRPr="008B289F" w:rsidTr="00C41459"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:rsidR="00B74AA4" w:rsidRPr="008B289F" w:rsidRDefault="00B74AA4" w:rsidP="00C41459">
            <w:pPr>
              <w:jc w:val="center"/>
              <w:rPr>
                <w:vertAlign w:val="superscript"/>
              </w:rPr>
            </w:pPr>
            <w:bookmarkStart w:id="2" w:name="rm_name_table"/>
            <w:bookmarkEnd w:id="2"/>
            <w:r w:rsidRPr="008B289F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B74AA4" w:rsidRPr="008B289F" w:rsidRDefault="00B74AA4" w:rsidP="00C41459">
            <w:pPr>
              <w:jc w:val="center"/>
              <w:rPr>
                <w:vertAlign w:val="superscript"/>
              </w:rPr>
            </w:pPr>
            <w:r w:rsidRPr="008B289F">
              <w:rPr>
                <w:vertAlign w:val="superscript"/>
              </w:rPr>
              <w:t>(код по ОК 016-94)</w:t>
            </w:r>
          </w:p>
        </w:tc>
      </w:tr>
    </w:tbl>
    <w:p w:rsidR="00B74AA4" w:rsidRPr="008B289F" w:rsidRDefault="00B74AA4" w:rsidP="00776AA2"/>
    <w:p w:rsidR="00B74AA4" w:rsidRPr="008B289F" w:rsidRDefault="00B74AA4" w:rsidP="006D73CF">
      <w:pPr>
        <w:jc w:val="both"/>
      </w:pPr>
      <w:r w:rsidRPr="008B289F">
        <w:t>Наименование структурного подразделения:</w:t>
      </w:r>
      <w:r w:rsidRPr="008B289F">
        <w:rPr>
          <w:rStyle w:val="a3"/>
        </w:rPr>
        <w:t xml:space="preserve"> </w:t>
      </w:r>
      <w:fldSimple w:instr=" DOCVARIABLE ceh_info \* MERGEFORMAT ">
        <w:r w:rsidRPr="002C2FBB">
          <w:rPr>
            <w:rStyle w:val="a3"/>
          </w:rPr>
          <w:t xml:space="preserve"> Транспортный участок</w:t>
        </w:r>
      </w:fldSimple>
      <w:r w:rsidRPr="008B289F">
        <w:rPr>
          <w:rStyle w:val="a3"/>
        </w:rPr>
        <w:t> </w:t>
      </w:r>
    </w:p>
    <w:p w:rsidR="00B74AA4" w:rsidRPr="008B289F" w:rsidRDefault="00B74AA4" w:rsidP="006D73CF">
      <w:pPr>
        <w:jc w:val="both"/>
      </w:pPr>
      <w:r w:rsidRPr="008B289F">
        <w:t>Количество и номера аналогичных рабочих мест:</w:t>
      </w:r>
      <w:r w:rsidRPr="008B289F">
        <w:rPr>
          <w:rStyle w:val="a3"/>
        </w:rPr>
        <w:t xml:space="preserve"> </w:t>
      </w:r>
      <w:fldSimple w:instr=" DOCVARIABLE anal_rms \* MERGEFORMAT ">
        <w:r w:rsidRPr="002C2FBB">
          <w:rPr>
            <w:rStyle w:val="a3"/>
          </w:rPr>
          <w:t xml:space="preserve">  Отсутствуют</w:t>
        </w:r>
      </w:fldSimple>
      <w:r w:rsidRPr="008B289F">
        <w:rPr>
          <w:rStyle w:val="a3"/>
        </w:rPr>
        <w:t> </w:t>
      </w:r>
    </w:p>
    <w:p w:rsidR="00B74AA4" w:rsidRPr="008B289F" w:rsidRDefault="00B74AA4" w:rsidP="006D73CF">
      <w:pPr>
        <w:jc w:val="both"/>
        <w:rPr>
          <w:color w:val="000000"/>
          <w:sz w:val="20"/>
          <w:szCs w:val="20"/>
          <w:vertAlign w:val="superscript"/>
        </w:rPr>
      </w:pPr>
      <w:r w:rsidRPr="008B289F">
        <w:rPr>
          <w:b/>
        </w:rPr>
        <w:t>Строка 010.</w:t>
      </w:r>
      <w:r w:rsidRPr="008B289F">
        <w:t> Выпуск ЕТКС, ЕКС  </w:t>
      </w:r>
      <w:r w:rsidRPr="008B289F">
        <w:rPr>
          <w:u w:val="single"/>
        </w:rPr>
        <w:t>  </w:t>
      </w:r>
      <w:fldSimple w:instr=" DOCVARIABLE &quot;etks_info&quot; \* MERGEFORMAT ">
        <w:r w:rsidRPr="002C2FBB">
          <w:rPr>
            <w:u w:val="single"/>
          </w:rPr>
  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</w:r>
      <w:r w:rsidRPr="008B289F">
        <w:rPr>
          <w:color w:val="000000"/>
          <w:sz w:val="20"/>
          <w:szCs w:val="20"/>
          <w:vertAlign w:val="superscript"/>
        </w:rPr>
        <w:t> </w:t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</w:r>
      <w:r w:rsidRPr="008B289F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B74AA4" w:rsidRPr="008B289F" w:rsidRDefault="00B74AA4" w:rsidP="00776AA2">
      <w:r w:rsidRPr="008B289F">
        <w:rPr>
          <w:b/>
        </w:rPr>
        <w:t>Строка 020.</w:t>
      </w:r>
      <w:r w:rsidRPr="008B289F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B74AA4" w:rsidRPr="008B289F" w:rsidTr="002F743F">
        <w:tc>
          <w:tcPr>
            <w:tcW w:w="5070" w:type="dxa"/>
          </w:tcPr>
          <w:p w:rsidR="00B74AA4" w:rsidRPr="008B289F" w:rsidRDefault="00B74AA4" w:rsidP="00776AA2">
            <w:r w:rsidRPr="008B289F">
              <w:t>на рабочем месте</w:t>
            </w:r>
          </w:p>
        </w:tc>
        <w:tc>
          <w:tcPr>
            <w:tcW w:w="2268" w:type="dxa"/>
          </w:tcPr>
          <w:p w:rsidR="00B74AA4" w:rsidRPr="008B289F" w:rsidRDefault="00B74AA4" w:rsidP="002F743F">
            <w:pPr>
              <w:jc w:val="center"/>
            </w:pPr>
            <w:r>
              <w:t>1</w:t>
            </w:r>
          </w:p>
        </w:tc>
      </w:tr>
      <w:tr w:rsidR="00B74AA4" w:rsidRPr="008B289F" w:rsidTr="002F743F">
        <w:tc>
          <w:tcPr>
            <w:tcW w:w="5070" w:type="dxa"/>
          </w:tcPr>
          <w:p w:rsidR="00B74AA4" w:rsidRPr="008B289F" w:rsidRDefault="00B74AA4" w:rsidP="00776AA2">
            <w:r w:rsidRPr="008B289F">
              <w:t>на всех аналогичных рабочих местах</w:t>
            </w:r>
          </w:p>
        </w:tc>
        <w:tc>
          <w:tcPr>
            <w:tcW w:w="2268" w:type="dxa"/>
          </w:tcPr>
          <w:p w:rsidR="00B74AA4" w:rsidRPr="008B289F" w:rsidRDefault="00B74AA4" w:rsidP="002F743F">
            <w:pPr>
              <w:jc w:val="center"/>
            </w:pPr>
            <w:r>
              <w:t>-</w:t>
            </w:r>
          </w:p>
        </w:tc>
      </w:tr>
      <w:tr w:rsidR="00B74AA4" w:rsidRPr="008B289F" w:rsidTr="002F743F">
        <w:tc>
          <w:tcPr>
            <w:tcW w:w="7338" w:type="dxa"/>
            <w:gridSpan w:val="2"/>
          </w:tcPr>
          <w:p w:rsidR="00B74AA4" w:rsidRPr="008B289F" w:rsidRDefault="00B74AA4" w:rsidP="00776AA2">
            <w:bookmarkStart w:id="3" w:name="col_rm_table"/>
            <w:bookmarkEnd w:id="3"/>
            <w:r w:rsidRPr="008B289F">
              <w:t>из них:</w:t>
            </w:r>
          </w:p>
        </w:tc>
      </w:tr>
      <w:tr w:rsidR="00B74AA4" w:rsidRPr="008B289F" w:rsidTr="002F743F">
        <w:tc>
          <w:tcPr>
            <w:tcW w:w="5070" w:type="dxa"/>
          </w:tcPr>
          <w:p w:rsidR="00B74AA4" w:rsidRPr="008B289F" w:rsidRDefault="00B74AA4" w:rsidP="00776AA2">
            <w:r w:rsidRPr="008B289F">
              <w:t>женщин</w:t>
            </w:r>
          </w:p>
        </w:tc>
        <w:tc>
          <w:tcPr>
            <w:tcW w:w="2268" w:type="dxa"/>
            <w:vAlign w:val="center"/>
          </w:tcPr>
          <w:p w:rsidR="00B74AA4" w:rsidRPr="008B289F" w:rsidRDefault="00B74AA4" w:rsidP="002F743F">
            <w:pPr>
              <w:jc w:val="center"/>
            </w:pPr>
            <w:r>
              <w:t>0</w:t>
            </w:r>
          </w:p>
        </w:tc>
      </w:tr>
      <w:tr w:rsidR="00B74AA4" w:rsidRPr="008B289F" w:rsidTr="002F743F">
        <w:tc>
          <w:tcPr>
            <w:tcW w:w="5070" w:type="dxa"/>
          </w:tcPr>
          <w:p w:rsidR="00B74AA4" w:rsidRPr="008B289F" w:rsidRDefault="00B74AA4" w:rsidP="00776AA2">
            <w:r w:rsidRPr="008B289F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B74AA4" w:rsidRPr="008B289F" w:rsidRDefault="00B74AA4" w:rsidP="002F743F">
            <w:pPr>
              <w:jc w:val="center"/>
            </w:pPr>
            <w:r>
              <w:t>0</w:t>
            </w:r>
          </w:p>
        </w:tc>
      </w:tr>
      <w:tr w:rsidR="00B74AA4" w:rsidRPr="008B289F" w:rsidTr="002F743F">
        <w:tc>
          <w:tcPr>
            <w:tcW w:w="5070" w:type="dxa"/>
          </w:tcPr>
          <w:p w:rsidR="00B74AA4" w:rsidRPr="008B289F" w:rsidRDefault="00B74AA4" w:rsidP="00776AA2">
            <w:r w:rsidRPr="008B289F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B74AA4" w:rsidRPr="008B289F" w:rsidRDefault="00B74AA4" w:rsidP="002F743F">
            <w:pPr>
              <w:jc w:val="center"/>
            </w:pPr>
            <w:r>
              <w:t>0</w:t>
            </w:r>
          </w:p>
        </w:tc>
      </w:tr>
    </w:tbl>
    <w:p w:rsidR="00B74AA4" w:rsidRPr="008B289F" w:rsidRDefault="00B74AA4" w:rsidP="00776AA2">
      <w:r w:rsidRPr="008B289F">
        <w:rPr>
          <w:b/>
        </w:rPr>
        <w:t>Строка 021.</w:t>
      </w:r>
      <w:r w:rsidRPr="008B289F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B74AA4" w:rsidRPr="008B289F" w:rsidTr="002F743F">
        <w:tc>
          <w:tcPr>
            <w:tcW w:w="6345" w:type="dxa"/>
          </w:tcPr>
          <w:p w:rsidR="00B74AA4" w:rsidRPr="008B289F" w:rsidRDefault="00B74AA4" w:rsidP="002F743F">
            <w:pPr>
              <w:jc w:val="center"/>
            </w:pPr>
            <w:r>
              <w:t>116-218-927 45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B74AA4" w:rsidRPr="008B289F" w:rsidRDefault="00B74AA4" w:rsidP="00AD14A4">
            <w:pPr>
              <w:rPr>
                <w:rStyle w:val="a0"/>
              </w:rPr>
            </w:pPr>
            <w:bookmarkStart w:id="4" w:name="snils_table"/>
            <w:bookmarkEnd w:id="4"/>
          </w:p>
        </w:tc>
      </w:tr>
    </w:tbl>
    <w:p w:rsidR="00B74AA4" w:rsidRPr="008B289F" w:rsidRDefault="00B74AA4" w:rsidP="006D73CF">
      <w:pPr>
        <w:jc w:val="both"/>
      </w:pPr>
      <w:r w:rsidRPr="008B289F">
        <w:rPr>
          <w:b/>
        </w:rPr>
        <w:t>Строка 022.</w:t>
      </w:r>
      <w:r w:rsidRPr="008B289F">
        <w:t xml:space="preserve">  Используемое оборудование:</w:t>
      </w:r>
      <w:r w:rsidRPr="008B289F">
        <w:rPr>
          <w:rStyle w:val="a3"/>
        </w:rPr>
        <w:t xml:space="preserve"> </w:t>
      </w:r>
      <w:fldSimple w:instr=" DOCVARIABLE oborud \* MERGEFORMAT ">
        <w:r w:rsidRPr="002C2FBB">
          <w:rPr>
            <w:rStyle w:val="a3"/>
          </w:rPr>
          <w:t xml:space="preserve">  </w:t>
        </w:r>
      </w:fldSimple>
      <w:r w:rsidRPr="008B289F">
        <w:rPr>
          <w:rStyle w:val="a3"/>
        </w:rPr>
        <w:t> </w:t>
      </w:r>
    </w:p>
    <w:p w:rsidR="00B74AA4" w:rsidRPr="008B289F" w:rsidRDefault="00B74AA4" w:rsidP="006D73CF">
      <w:pPr>
        <w:ind w:firstLine="1418"/>
        <w:jc w:val="both"/>
      </w:pPr>
      <w:r w:rsidRPr="008B289F">
        <w:t>Используемые материалы и сырье:</w:t>
      </w:r>
      <w:r w:rsidRPr="008B289F">
        <w:rPr>
          <w:rStyle w:val="a3"/>
        </w:rPr>
        <w:t xml:space="preserve"> </w:t>
      </w:r>
      <w:fldSimple w:instr=" DOCVARIABLE tools \* MERGEFORMAT ">
        <w:r w:rsidRPr="002C2FBB">
          <w:rPr>
            <w:rStyle w:val="a3"/>
          </w:rPr>
          <w:t xml:space="preserve"> Не </w:t>
        </w:r>
        <w:r w:rsidRPr="002C2FBB">
          <w:rPr>
            <w:u w:val="single"/>
          </w:rPr>
          <w:t xml:space="preserve">используются </w:t>
        </w:r>
      </w:fldSimple>
      <w:r w:rsidRPr="008B289F">
        <w:rPr>
          <w:rStyle w:val="a3"/>
        </w:rPr>
        <w:t> </w:t>
      </w:r>
    </w:p>
    <w:p w:rsidR="00B74AA4" w:rsidRPr="008B289F" w:rsidRDefault="00B74AA4" w:rsidP="00481C22">
      <w:r w:rsidRPr="008B289F">
        <w:rPr>
          <w:b/>
        </w:rPr>
        <w:t>Строка 030.</w:t>
      </w:r>
      <w:r w:rsidRPr="008B289F"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B74AA4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7657D5">
            <w:pPr>
              <w:pStyle w:val="a1"/>
            </w:pPr>
            <w:bookmarkStart w:id="5" w:name="s030_table"/>
            <w:bookmarkEnd w:id="5"/>
          </w:p>
        </w:tc>
        <w:tc>
          <w:tcPr>
            <w:tcW w:w="4252" w:type="dxa"/>
            <w:vAlign w:val="center"/>
          </w:tcPr>
          <w:p w:rsidR="00B74AA4" w:rsidRPr="008B289F" w:rsidRDefault="00B74AA4" w:rsidP="007657D5">
            <w:pPr>
              <w:pStyle w:val="a1"/>
            </w:pPr>
            <w:r w:rsidRPr="008B289F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7657D5">
            <w:pPr>
              <w:pStyle w:val="a1"/>
            </w:pPr>
            <w:r w:rsidRPr="008B289F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B74AA4" w:rsidRPr="008B289F" w:rsidRDefault="00B74AA4" w:rsidP="007657D5">
            <w:pPr>
              <w:pStyle w:val="a1"/>
            </w:pPr>
            <w:r w:rsidRPr="008B289F">
              <w:t>Эффективность СИЗ*, +/-/</w:t>
            </w:r>
            <w:r w:rsidRPr="008B289F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C03F4A">
            <w:pPr>
              <w:pStyle w:val="a1"/>
            </w:pPr>
            <w:r w:rsidRPr="008B289F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7657D5">
            <w:pPr>
              <w:pStyle w:val="a1"/>
            </w:pPr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6" w:name="s030_1"/>
            <w:bookmarkEnd w:id="6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7" w:name="s030_2"/>
            <w:bookmarkEnd w:id="7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Аэрозоли преимущественно фиброген</w:t>
            </w:r>
            <w:r>
              <w:rPr>
                <w:color w:val="000000"/>
              </w:rPr>
              <w:t>н</w:t>
            </w:r>
            <w:r w:rsidRPr="008B289F">
              <w:rPr>
                <w:color w:val="000000"/>
              </w:rPr>
              <w:t>ого действия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8" w:name="s030_3"/>
            <w:bookmarkEnd w:id="8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9" w:name="s030_4"/>
            <w:bookmarkEnd w:id="9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0" w:name="s030_5"/>
            <w:bookmarkEnd w:id="10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1" w:name="s030_6"/>
            <w:bookmarkEnd w:id="11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2" w:name="s030_7"/>
            <w:bookmarkEnd w:id="12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3" w:name="s030_8"/>
            <w:bookmarkEnd w:id="13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4" w:name="s030_9"/>
            <w:bookmarkEnd w:id="14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5" w:name="s030_10"/>
            <w:bookmarkEnd w:id="15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6" w:name="s030_11"/>
            <w:bookmarkEnd w:id="16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-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7" w:name="s030_12"/>
            <w:bookmarkEnd w:id="17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1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1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8" w:name="s030_13"/>
            <w:bookmarkEnd w:id="18"/>
          </w:p>
        </w:tc>
      </w:tr>
      <w:tr w:rsidR="00B74AA4" w:rsidRPr="008B289F" w:rsidTr="0092283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D26B44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2</w:t>
            </w:r>
          </w:p>
        </w:tc>
        <w:tc>
          <w:tcPr>
            <w:tcW w:w="1559" w:type="dxa"/>
          </w:tcPr>
          <w:p w:rsidR="00B74AA4" w:rsidRPr="00695F12" w:rsidRDefault="00B74AA4" w:rsidP="00D2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оценивалась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D26B44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D26B44">
            <w:pPr>
              <w:pStyle w:val="a1"/>
            </w:pPr>
            <w:bookmarkStart w:id="19" w:name="s030_14"/>
            <w:bookmarkEnd w:id="19"/>
          </w:p>
        </w:tc>
      </w:tr>
      <w:tr w:rsidR="00B74AA4" w:rsidRPr="008B289F" w:rsidTr="002F743F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B74AA4" w:rsidRPr="008B289F" w:rsidRDefault="00B74AA4" w:rsidP="00B140ED">
            <w:pPr>
              <w:pStyle w:val="a1"/>
            </w:pPr>
          </w:p>
        </w:tc>
        <w:tc>
          <w:tcPr>
            <w:tcW w:w="4252" w:type="dxa"/>
            <w:vAlign w:val="center"/>
          </w:tcPr>
          <w:p w:rsidR="00B74AA4" w:rsidRPr="008B289F" w:rsidRDefault="00B74AA4" w:rsidP="00B140ED">
            <w:pPr>
              <w:pStyle w:val="a1"/>
              <w:jc w:val="left"/>
              <w:rPr>
                <w:color w:val="000000"/>
              </w:rPr>
            </w:pPr>
            <w:r w:rsidRPr="008B289F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B74AA4" w:rsidRPr="008B289F" w:rsidRDefault="00B74AA4" w:rsidP="00B140ED">
            <w:pPr>
              <w:pStyle w:val="a1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B74AA4" w:rsidRPr="008B289F" w:rsidRDefault="00B74AA4" w:rsidP="00B140ED">
            <w:pPr>
              <w:pStyle w:val="a1"/>
            </w:pPr>
            <w:r>
              <w:t>-</w:t>
            </w:r>
          </w:p>
        </w:tc>
        <w:tc>
          <w:tcPr>
            <w:tcW w:w="2127" w:type="dxa"/>
            <w:vAlign w:val="center"/>
          </w:tcPr>
          <w:p w:rsidR="00B74AA4" w:rsidRPr="008B289F" w:rsidRDefault="00B74AA4" w:rsidP="00B140ED">
            <w:pPr>
              <w:pStyle w:val="a1"/>
            </w:pPr>
            <w:r>
              <w:t>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B74AA4" w:rsidRPr="008B289F" w:rsidRDefault="00B74AA4" w:rsidP="00B140ED">
            <w:pPr>
              <w:pStyle w:val="a1"/>
            </w:pPr>
            <w:bookmarkStart w:id="21" w:name="s030_itog"/>
            <w:bookmarkEnd w:id="21"/>
          </w:p>
        </w:tc>
      </w:tr>
    </w:tbl>
    <w:p w:rsidR="00B74AA4" w:rsidRPr="008B289F" w:rsidRDefault="00B74AA4" w:rsidP="00481C22">
      <w:pPr>
        <w:rPr>
          <w:sz w:val="16"/>
          <w:szCs w:val="16"/>
        </w:rPr>
      </w:pPr>
      <w:r w:rsidRPr="008B289F">
        <w:rPr>
          <w:sz w:val="16"/>
          <w:szCs w:val="16"/>
        </w:rPr>
        <w:t>* Средства индивидуальной защиты</w:t>
      </w:r>
    </w:p>
    <w:p w:rsidR="00B74AA4" w:rsidRPr="008B289F" w:rsidRDefault="00B74AA4" w:rsidP="00481C22">
      <w:r w:rsidRPr="008B289F">
        <w:rPr>
          <w:b/>
        </w:rPr>
        <w:t>Строка  040.</w:t>
      </w:r>
      <w:r w:rsidRPr="008B289F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134"/>
        <w:gridCol w:w="1276"/>
        <w:gridCol w:w="1417"/>
        <w:gridCol w:w="3541"/>
      </w:tblGrid>
      <w:tr w:rsidR="00B74AA4" w:rsidRPr="008B289F" w:rsidTr="006D73CF">
        <w:trPr>
          <w:trHeight w:val="360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74AA4" w:rsidRPr="008B289F" w:rsidRDefault="00B74AA4" w:rsidP="00481C22">
            <w:pPr>
              <w:pStyle w:val="a1"/>
            </w:pPr>
            <w:r w:rsidRPr="008B289F">
              <w:t>№</w:t>
            </w:r>
            <w:r w:rsidRPr="008B289F">
              <w:br/>
              <w:t>п/п</w:t>
            </w:r>
          </w:p>
        </w:tc>
        <w:tc>
          <w:tcPr>
            <w:tcW w:w="3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74AA4" w:rsidRPr="008B289F" w:rsidRDefault="00B74AA4" w:rsidP="00F31AF6">
            <w:pPr>
              <w:pStyle w:val="a1"/>
            </w:pPr>
            <w:r w:rsidRPr="008B289F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481C22">
            <w:pPr>
              <w:pStyle w:val="a1"/>
            </w:pPr>
            <w:r w:rsidRPr="008B289F">
              <w:t>Фактическое наличие</w:t>
            </w:r>
          </w:p>
        </w:tc>
        <w:tc>
          <w:tcPr>
            <w:tcW w:w="4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481C22">
            <w:pPr>
              <w:pStyle w:val="a1"/>
            </w:pPr>
            <w:r w:rsidRPr="008B289F">
              <w:t>По результатам оценки условий труда</w:t>
            </w:r>
          </w:p>
        </w:tc>
      </w:tr>
      <w:tr w:rsidR="00B74AA4" w:rsidRPr="008B289F" w:rsidTr="006D73CF">
        <w:trPr>
          <w:trHeight w:val="480"/>
        </w:trPr>
        <w:tc>
          <w:tcPr>
            <w:tcW w:w="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481C22">
            <w:pPr>
              <w:pStyle w:val="a1"/>
            </w:pPr>
          </w:p>
        </w:tc>
        <w:tc>
          <w:tcPr>
            <w:tcW w:w="3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481C22">
            <w:pPr>
              <w:pStyle w:val="a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481C22">
            <w:pPr>
              <w:pStyle w:val="a1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 xml:space="preserve">необходимость  в установлении </w:t>
            </w:r>
            <w:r w:rsidRPr="008B289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481C22">
            <w:pPr>
              <w:pStyle w:val="a1"/>
              <w:rPr>
                <w:sz w:val="18"/>
                <w:szCs w:val="18"/>
              </w:rPr>
            </w:pPr>
            <w:r w:rsidRPr="008B289F">
              <w:rPr>
                <w:sz w:val="18"/>
                <w:szCs w:val="18"/>
              </w:rPr>
              <w:t>основание</w:t>
            </w:r>
          </w:p>
        </w:tc>
      </w:tr>
      <w:tr w:rsidR="00B74AA4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bookmarkStart w:id="22" w:name="s040_1"/>
            <w:bookmarkEnd w:id="22"/>
            <w:r w:rsidRPr="008B289F">
              <w:t>1.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  <w:jc w:val="left"/>
            </w:pPr>
            <w:r w:rsidRPr="008B289F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B74AA4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bookmarkStart w:id="23" w:name="s040_2"/>
            <w:bookmarkEnd w:id="23"/>
            <w:r w:rsidRPr="008B289F">
              <w:t>2.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  <w:jc w:val="left"/>
            </w:pPr>
            <w:r w:rsidRPr="008B289F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B74AA4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bookmarkStart w:id="24" w:name="s040_3"/>
            <w:bookmarkEnd w:id="24"/>
            <w:r w:rsidRPr="008B289F">
              <w:t>3.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  <w:jc w:val="left"/>
            </w:pPr>
            <w:r w:rsidRPr="008B289F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B74AA4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bookmarkStart w:id="25" w:name="s040_4"/>
            <w:bookmarkEnd w:id="25"/>
            <w:r w:rsidRPr="008B289F">
              <w:t>4.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AF5AB2">
            <w:pPr>
              <w:pStyle w:val="a1"/>
              <w:jc w:val="left"/>
            </w:pPr>
            <w:r w:rsidRPr="008B289F">
              <w:t>Молоко или другие</w:t>
            </w:r>
          </w:p>
          <w:p w:rsidR="00B74AA4" w:rsidRPr="008B289F" w:rsidRDefault="00B74AA4" w:rsidP="00AF5AB2">
            <w:pPr>
              <w:pStyle w:val="a1"/>
              <w:jc w:val="left"/>
            </w:pPr>
            <w:r w:rsidRPr="008B289F">
              <w:t>равноценные пищевые</w:t>
            </w:r>
          </w:p>
          <w:p w:rsidR="00B74AA4" w:rsidRPr="008B289F" w:rsidRDefault="00B74AA4" w:rsidP="00AF5AB2">
            <w:pPr>
              <w:pStyle w:val="a1"/>
              <w:jc w:val="left"/>
            </w:pPr>
            <w:r w:rsidRPr="008B289F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B74AA4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bookmarkStart w:id="26" w:name="s040_5"/>
            <w:bookmarkEnd w:id="26"/>
            <w:r w:rsidRPr="008B289F">
              <w:t>5.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  <w:jc w:val="left"/>
            </w:pPr>
            <w:r w:rsidRPr="008B289F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B74AA4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bookmarkStart w:id="27" w:name="s040_6"/>
            <w:bookmarkEnd w:id="27"/>
            <w:r w:rsidRPr="008B289F">
              <w:t>6.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  <w:jc w:val="left"/>
            </w:pPr>
            <w:r w:rsidRPr="008B289F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Нет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B74AA4" w:rsidRPr="008B289F" w:rsidTr="006D73CF">
        <w:trPr>
          <w:trHeight w:val="2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bookmarkStart w:id="28" w:name="s040_7"/>
            <w:bookmarkEnd w:id="28"/>
            <w:r w:rsidRPr="008B289F">
              <w:t>7.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  <w:jc w:val="left"/>
            </w:pPr>
            <w:r w:rsidRPr="008B289F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1456F8">
            <w:pPr>
              <w:pStyle w:val="a1"/>
            </w:pPr>
            <w:r>
              <w:t>Да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4" w:rsidRPr="008B289F" w:rsidRDefault="00B74AA4" w:rsidP="00DB1272">
            <w:pPr>
              <w:pStyle w:val="a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здравоохранения и социального развития Российской Федерации от 12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18"/>
                  <w:szCs w:val="18"/>
                </w:rPr>
                <w:t>2011 г</w:t>
              </w:r>
            </w:smartTag>
            <w:r>
              <w:rPr>
                <w:sz w:val="18"/>
                <w:szCs w:val="18"/>
              </w:rPr>
              <w:t>. N 302н, прил.1, п. 3.4.1. (1 раз в 2 года), п. 3.4.2. (1 раз в 2 года); прил.2, п. 27.3. (1 раз в 2 года)</w:t>
            </w:r>
          </w:p>
        </w:tc>
      </w:tr>
    </w:tbl>
    <w:p w:rsidR="00B74AA4" w:rsidRPr="008B289F" w:rsidRDefault="00B74AA4" w:rsidP="00481C22">
      <w:pPr>
        <w:rPr>
          <w:rStyle w:val="a0"/>
        </w:rPr>
      </w:pPr>
    </w:p>
    <w:p w:rsidR="00B74AA4" w:rsidRPr="008B289F" w:rsidRDefault="00B74AA4" w:rsidP="007462E1">
      <w:pPr>
        <w:jc w:val="both"/>
      </w:pPr>
      <w:r w:rsidRPr="008B289F">
        <w:rPr>
          <w:b/>
        </w:rPr>
        <w:t>Строка 050.</w:t>
      </w:r>
      <w:r w:rsidRPr="008B289F">
        <w:t> </w:t>
      </w:r>
      <w:r>
        <w:t xml:space="preserve">  </w:t>
      </w:r>
      <w:r w:rsidRPr="008B289F">
        <w:t xml:space="preserve">Рекомендации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улучшению </w:t>
      </w:r>
      <w:r>
        <w:t xml:space="preserve">  </w:t>
      </w:r>
      <w:r w:rsidRPr="008B289F">
        <w:t xml:space="preserve">условий </w:t>
      </w:r>
      <w:r>
        <w:t xml:space="preserve">  </w:t>
      </w:r>
      <w:r w:rsidRPr="008B289F">
        <w:t xml:space="preserve">труда, </w:t>
      </w:r>
      <w:r>
        <w:t xml:space="preserve">  </w:t>
      </w:r>
      <w:r w:rsidRPr="008B289F">
        <w:t>по</w:t>
      </w:r>
      <w:r>
        <w:t xml:space="preserve">  </w:t>
      </w:r>
      <w:r w:rsidRPr="008B289F">
        <w:t xml:space="preserve"> режимам</w:t>
      </w:r>
      <w:r>
        <w:t xml:space="preserve">   </w:t>
      </w:r>
      <w:r w:rsidRPr="008B289F">
        <w:t xml:space="preserve"> труда</w:t>
      </w:r>
      <w:r>
        <w:t xml:space="preserve">  </w:t>
      </w:r>
      <w:r w:rsidRPr="008B289F">
        <w:t xml:space="preserve"> и</w:t>
      </w:r>
    </w:p>
    <w:p w:rsidR="00B74AA4" w:rsidRPr="008B289F" w:rsidRDefault="00B74AA4" w:rsidP="005F695F">
      <w:pPr>
        <w:jc w:val="both"/>
      </w:pPr>
      <w:r w:rsidRPr="008B289F">
        <w:t>отдыха, по подбору работников: </w:t>
      </w:r>
      <w:r w:rsidRPr="008B289F">
        <w:rPr>
          <w:u w:val="single"/>
        </w:rPr>
        <w:t>  </w:t>
      </w:r>
      <w:fldSimple w:instr=" DOCVARIABLE &quot;s_050&quot; \* MERGEFORMAT ">
        <w:r w:rsidRPr="00123E48">
          <w:rPr>
            <w:i/>
            <w:u w:val="single"/>
          </w:rPr>
          <w:t>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</w:t>
        </w:r>
      </w:fldSimple>
      <w:r w:rsidRPr="008B289F">
        <w:rPr>
          <w:u w:val="single"/>
        </w:rPr>
        <w:t xml:space="preserve"> </w:t>
      </w:r>
      <w:r w:rsidRPr="008B289F">
        <w:rPr>
          <w:u w:val="single"/>
        </w:rPr>
        <w:tab/>
        <w:t>   </w:t>
      </w:r>
      <w:r w:rsidRPr="008B289F">
        <w:br/>
        <w:t>Дата составления: </w:t>
      </w:r>
      <w:r w:rsidRPr="008B289F">
        <w:rPr>
          <w:u w:val="single"/>
        </w:rPr>
        <w:t xml:space="preserve">  </w:t>
      </w:r>
      <w:fldSimple w:instr=" DOCVARIABLE fill_date \* MERGEFORMAT ">
        <w:r w:rsidRPr="00A4572A">
          <w:rPr>
            <w:u w:val="single"/>
          </w:rPr>
          <w:t>24.10.2018</w:t>
        </w:r>
      </w:fldSimple>
      <w:r w:rsidRPr="008B289F">
        <w:rPr>
          <w:u w:val="single"/>
        </w:rPr>
        <w:t xml:space="preserve">    </w:t>
      </w:r>
    </w:p>
    <w:p w:rsidR="00B74AA4" w:rsidRPr="008B289F" w:rsidRDefault="00B74AA4" w:rsidP="006D73CF">
      <w:pPr>
        <w:spacing w:before="120"/>
      </w:pPr>
      <w:r w:rsidRPr="008B289F">
        <w:t>Председатель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B74AA4" w:rsidRPr="008B289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  <w:r>
              <w:t>Яблоков Н. Н.</w:t>
            </w:r>
          </w:p>
        </w:tc>
        <w:tc>
          <w:tcPr>
            <w:tcW w:w="284" w:type="dxa"/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</w:tr>
      <w:tr w:rsidR="00B74AA4" w:rsidRPr="008B289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bookmarkStart w:id="30" w:name="s070_1"/>
            <w:bookmarkEnd w:id="30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B74AA4" w:rsidRPr="008B289F" w:rsidRDefault="00B74AA4" w:rsidP="006D73CF">
      <w:pPr>
        <w:spacing w:before="120"/>
      </w:pPr>
      <w:r w:rsidRPr="008B289F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B74AA4" w:rsidRPr="008B289F" w:rsidTr="002C2FB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  <w:tc>
          <w:tcPr>
            <w:tcW w:w="284" w:type="dxa"/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  <w:r>
              <w:t>Анисимова Т. Н.</w:t>
            </w:r>
          </w:p>
        </w:tc>
        <w:tc>
          <w:tcPr>
            <w:tcW w:w="284" w:type="dxa"/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</w:tr>
      <w:tr w:rsidR="00B74AA4" w:rsidRPr="008B289F" w:rsidTr="002C2FB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bookmarkStart w:id="32" w:name="s070_2"/>
            <w:bookmarkEnd w:id="32"/>
            <w:r w:rsidRPr="008B28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  <w:tr w:rsidR="00B74AA4" w:rsidRPr="002C2FBB" w:rsidTr="002C2FB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  <w:r>
              <w:t>Ведущий специалист по пожарной и промышленной безопасности</w:t>
            </w:r>
          </w:p>
        </w:tc>
        <w:tc>
          <w:tcPr>
            <w:tcW w:w="283" w:type="dxa"/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  <w:r>
              <w:t>Дубовик С. Н.</w:t>
            </w:r>
          </w:p>
        </w:tc>
        <w:tc>
          <w:tcPr>
            <w:tcW w:w="284" w:type="dxa"/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</w:p>
        </w:tc>
      </w:tr>
      <w:tr w:rsidR="00B74AA4" w:rsidRPr="002C2FBB" w:rsidTr="002C2FB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(дата)</w:t>
            </w:r>
          </w:p>
        </w:tc>
      </w:tr>
      <w:tr w:rsidR="00B74AA4" w:rsidRPr="002C2FBB" w:rsidTr="002C2FB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  <w:r>
              <w:t>Ведущий специалист по охране труда</w:t>
            </w:r>
          </w:p>
        </w:tc>
        <w:tc>
          <w:tcPr>
            <w:tcW w:w="283" w:type="dxa"/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  <w:r>
              <w:t>Паламарь Д. С.</w:t>
            </w:r>
          </w:p>
        </w:tc>
        <w:tc>
          <w:tcPr>
            <w:tcW w:w="284" w:type="dxa"/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</w:p>
        </w:tc>
      </w:tr>
      <w:tr w:rsidR="00B74AA4" w:rsidRPr="002C2FBB" w:rsidTr="002C2FB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(дата)</w:t>
            </w:r>
          </w:p>
        </w:tc>
      </w:tr>
      <w:tr w:rsidR="00B74AA4" w:rsidRPr="002C2FBB" w:rsidTr="002C2FB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  <w:r>
              <w:t>Руководитель ГРПС</w:t>
            </w:r>
          </w:p>
        </w:tc>
        <w:tc>
          <w:tcPr>
            <w:tcW w:w="283" w:type="dxa"/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284" w:type="dxa"/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  <w:r>
              <w:t>Овсеенко Е. С.</w:t>
            </w:r>
          </w:p>
        </w:tc>
        <w:tc>
          <w:tcPr>
            <w:tcW w:w="284" w:type="dxa"/>
            <w:vAlign w:val="bottom"/>
          </w:tcPr>
          <w:p w:rsidR="00B74AA4" w:rsidRPr="002C2FBB" w:rsidRDefault="00B74AA4" w:rsidP="004E51DC">
            <w:pPr>
              <w:pStyle w:val="a1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B74AA4" w:rsidRPr="002C2FBB" w:rsidRDefault="00B74AA4" w:rsidP="004E51DC">
            <w:pPr>
              <w:pStyle w:val="a1"/>
            </w:pPr>
          </w:p>
        </w:tc>
      </w:tr>
      <w:tr w:rsidR="00B74AA4" w:rsidRPr="002C2FBB" w:rsidTr="002C2FB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74AA4" w:rsidRPr="002C2FBB" w:rsidRDefault="00B74AA4" w:rsidP="004E51DC">
            <w:pPr>
              <w:pStyle w:val="a1"/>
              <w:rPr>
                <w:vertAlign w:val="superscript"/>
              </w:rPr>
            </w:pPr>
            <w:r w:rsidRPr="002C2FBB">
              <w:rPr>
                <w:vertAlign w:val="superscript"/>
              </w:rPr>
              <w:t>(дата)</w:t>
            </w:r>
          </w:p>
        </w:tc>
      </w:tr>
    </w:tbl>
    <w:p w:rsidR="00B74AA4" w:rsidRPr="008B289F" w:rsidRDefault="00B74AA4" w:rsidP="006D73CF">
      <w:pPr>
        <w:spacing w:before="120"/>
      </w:pPr>
      <w:r w:rsidRPr="008B289F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B74AA4" w:rsidRPr="00BB13FF" w:rsidTr="00BB13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B74AA4" w:rsidRPr="00BB13FF" w:rsidRDefault="00B74AA4" w:rsidP="002F743F">
            <w:pPr>
              <w:pStyle w:val="a1"/>
              <w:spacing w:before="120"/>
            </w:pPr>
            <w:r w:rsidRPr="00BB13FF">
              <w:t>1962</w:t>
            </w:r>
          </w:p>
        </w:tc>
        <w:tc>
          <w:tcPr>
            <w:tcW w:w="283" w:type="dxa"/>
            <w:vAlign w:val="bottom"/>
          </w:tcPr>
          <w:p w:rsidR="00B74AA4" w:rsidRPr="00BB13FF" w:rsidRDefault="00B74AA4" w:rsidP="002F743F">
            <w:pPr>
              <w:pStyle w:val="a1"/>
              <w:spacing w:before="120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74AA4" w:rsidRPr="00BB13FF" w:rsidRDefault="00B74AA4" w:rsidP="002F743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B74AA4" w:rsidRPr="00BB13FF" w:rsidRDefault="00B74AA4" w:rsidP="002F743F">
            <w:pPr>
              <w:pStyle w:val="a1"/>
              <w:spacing w:before="120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B74AA4" w:rsidRPr="00BB13FF" w:rsidRDefault="00B74AA4" w:rsidP="002F743F">
            <w:pPr>
              <w:pStyle w:val="a1"/>
              <w:spacing w:before="120"/>
            </w:pPr>
            <w:r w:rsidRPr="00BB13FF">
              <w:t>Скребнёв Б. В.</w:t>
            </w:r>
          </w:p>
        </w:tc>
        <w:tc>
          <w:tcPr>
            <w:tcW w:w="283" w:type="dxa"/>
            <w:vAlign w:val="bottom"/>
          </w:tcPr>
          <w:p w:rsidR="00B74AA4" w:rsidRPr="00BB13FF" w:rsidRDefault="00B74AA4" w:rsidP="002F743F">
            <w:pPr>
              <w:pStyle w:val="a1"/>
              <w:spacing w:before="120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B74AA4" w:rsidRPr="00BB13FF" w:rsidRDefault="00B74AA4" w:rsidP="002F743F">
            <w:pPr>
              <w:pStyle w:val="a1"/>
              <w:spacing w:before="120"/>
            </w:pPr>
          </w:p>
        </w:tc>
      </w:tr>
      <w:tr w:rsidR="00B74AA4" w:rsidRPr="00BB13FF" w:rsidTr="00BB13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B74AA4" w:rsidRPr="00BB13FF" w:rsidRDefault="00B74AA4" w:rsidP="003C5C39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B74AA4" w:rsidRPr="00BB13FF" w:rsidRDefault="00B74AA4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74AA4" w:rsidRPr="00BB13FF" w:rsidRDefault="00B74AA4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74AA4" w:rsidRPr="00BB13FF" w:rsidRDefault="00B74AA4" w:rsidP="003C5C39">
            <w:pPr>
              <w:pStyle w:val="a1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B74AA4" w:rsidRPr="00BB13FF" w:rsidRDefault="00B74AA4" w:rsidP="00EF07A3">
            <w:pPr>
              <w:pStyle w:val="a1"/>
              <w:rPr>
                <w:b/>
                <w:vertAlign w:val="superscript"/>
              </w:rPr>
            </w:pPr>
            <w:r w:rsidRPr="00BB13F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B74AA4" w:rsidRPr="00BB13FF" w:rsidRDefault="00B74AA4" w:rsidP="003C5C39">
            <w:pPr>
              <w:pStyle w:val="a1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B74AA4" w:rsidRPr="00BB13FF" w:rsidRDefault="00B74AA4" w:rsidP="00EF07A3">
            <w:pPr>
              <w:pStyle w:val="a1"/>
              <w:rPr>
                <w:vertAlign w:val="superscript"/>
              </w:rPr>
            </w:pPr>
            <w:r w:rsidRPr="00BB13FF">
              <w:rPr>
                <w:vertAlign w:val="superscript"/>
              </w:rPr>
              <w:t>(дата)</w:t>
            </w:r>
          </w:p>
        </w:tc>
      </w:tr>
    </w:tbl>
    <w:p w:rsidR="00B74AA4" w:rsidRPr="008B289F" w:rsidRDefault="00B74AA4" w:rsidP="006D73CF">
      <w:pPr>
        <w:spacing w:before="120"/>
      </w:pPr>
      <w:r w:rsidRPr="008B289F">
        <w:t>С результатами специальной оценки условий труда ознакомлен(ы):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B74AA4" w:rsidRPr="008B289F" w:rsidTr="002C2FB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  <w:tc>
          <w:tcPr>
            <w:tcW w:w="283" w:type="dxa"/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  <w:r>
              <w:t>Погорелов Юрий Олегович</w:t>
            </w:r>
          </w:p>
        </w:tc>
        <w:tc>
          <w:tcPr>
            <w:tcW w:w="283" w:type="dxa"/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B74AA4" w:rsidRPr="008B289F" w:rsidRDefault="00B74AA4" w:rsidP="006D73CF">
            <w:pPr>
              <w:pStyle w:val="a1"/>
              <w:spacing w:before="120"/>
            </w:pPr>
          </w:p>
        </w:tc>
      </w:tr>
      <w:tr w:rsidR="00B74AA4" w:rsidRPr="008B289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bookmarkStart w:id="35" w:name="s070_3"/>
            <w:bookmarkEnd w:id="35"/>
            <w:r w:rsidRPr="008B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B74AA4" w:rsidRPr="008B289F" w:rsidRDefault="00B74AA4" w:rsidP="00EF07A3">
            <w:pPr>
              <w:pStyle w:val="a1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74AA4" w:rsidRPr="008B289F" w:rsidRDefault="00B74AA4" w:rsidP="004E51DC">
            <w:pPr>
              <w:pStyle w:val="a1"/>
              <w:rPr>
                <w:vertAlign w:val="superscript"/>
              </w:rPr>
            </w:pPr>
            <w:r w:rsidRPr="008B289F">
              <w:rPr>
                <w:vertAlign w:val="superscript"/>
              </w:rPr>
              <w:t>(дата)</w:t>
            </w:r>
          </w:p>
        </w:tc>
      </w:tr>
    </w:tbl>
    <w:p w:rsidR="00B74AA4" w:rsidRPr="008B289F" w:rsidRDefault="00B74AA4" w:rsidP="005F695F"/>
    <w:sectPr w:rsidR="00B74AA4" w:rsidRPr="008B289F" w:rsidSect="006D73CF">
      <w:footerReference w:type="default" r:id="rId6"/>
      <w:pgSz w:w="11906" w:h="16838"/>
      <w:pgMar w:top="397" w:right="1134" w:bottom="397" w:left="1134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AA4" w:rsidRDefault="00B74AA4" w:rsidP="0076042D">
      <w:pPr>
        <w:pStyle w:val="a2"/>
      </w:pPr>
      <w:r>
        <w:separator/>
      </w:r>
    </w:p>
  </w:endnote>
  <w:endnote w:type="continuationSeparator" w:id="0">
    <w:p w:rsidR="00B74AA4" w:rsidRDefault="00B74AA4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AA4" w:rsidRDefault="00B74AA4" w:rsidP="006D73CF">
    <w:pPr>
      <w:pStyle w:val="Footer"/>
    </w:pPr>
  </w:p>
  <w:tbl>
    <w:tblPr>
      <w:tblW w:w="5000" w:type="pct"/>
      <w:tblLook w:val="01E0"/>
    </w:tblPr>
    <w:tblGrid>
      <w:gridCol w:w="4451"/>
      <w:gridCol w:w="741"/>
      <w:gridCol w:w="4554"/>
    </w:tblGrid>
    <w:tr w:rsidR="00B74AA4" w:rsidTr="002F743F">
      <w:tc>
        <w:tcPr>
          <w:tcW w:w="4428" w:type="dxa"/>
        </w:tcPr>
        <w:p w:rsidR="00B74AA4" w:rsidRPr="0095108A" w:rsidRDefault="00B74AA4" w:rsidP="002F743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178-176/18</w:t>
          </w:r>
        </w:p>
      </w:tc>
      <w:tc>
        <w:tcPr>
          <w:tcW w:w="720" w:type="dxa"/>
        </w:tcPr>
        <w:p w:rsidR="00B74AA4" w:rsidRPr="0095108A" w:rsidRDefault="00B74AA4" w:rsidP="002F743F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B74AA4" w:rsidRPr="0095108A" w:rsidRDefault="00B74AA4" w:rsidP="002F743F">
          <w:pPr>
            <w:pStyle w:val="Footer"/>
            <w:jc w:val="right"/>
            <w:rPr>
              <w:sz w:val="20"/>
              <w:szCs w:val="20"/>
              <w:lang w:val="en-US"/>
            </w:rPr>
          </w:pPr>
          <w:r w:rsidRPr="0095108A">
            <w:rPr>
              <w:rStyle w:val="PageNumber"/>
              <w:sz w:val="20"/>
              <w:szCs w:val="20"/>
            </w:rPr>
            <w:t xml:space="preserve">Стр. </w:t>
          </w:r>
          <w:r w:rsidRPr="0095108A">
            <w:rPr>
              <w:rStyle w:val="PageNumber"/>
              <w:sz w:val="20"/>
              <w:szCs w:val="20"/>
            </w:rPr>
            <w:fldChar w:fldCharType="begin"/>
          </w:r>
          <w:r w:rsidRPr="0095108A">
            <w:rPr>
              <w:rStyle w:val="PageNumber"/>
              <w:sz w:val="20"/>
              <w:szCs w:val="20"/>
            </w:rPr>
            <w:instrText xml:space="preserve">PAGE  </w:instrText>
          </w:r>
          <w:r w:rsidRPr="0095108A"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noProof/>
              <w:sz w:val="20"/>
              <w:szCs w:val="20"/>
            </w:rPr>
            <w:t>1</w:t>
          </w:r>
          <w:r w:rsidRPr="0095108A">
            <w:rPr>
              <w:rStyle w:val="PageNumber"/>
              <w:sz w:val="20"/>
              <w:szCs w:val="20"/>
            </w:rPr>
            <w:fldChar w:fldCharType="end"/>
          </w:r>
          <w:r w:rsidRPr="0095108A">
            <w:rPr>
              <w:rStyle w:val="PageNumber"/>
              <w:sz w:val="20"/>
              <w:szCs w:val="20"/>
            </w:rPr>
            <w:t xml:space="preserve"> из </w:t>
          </w:r>
          <w:fldSimple w:instr=" SECTIONPAGES   \* MERGEFORMAT ">
            <w:r w:rsidRPr="002C2FBB">
              <w:rPr>
                <w:rStyle w:val="PageNumber"/>
                <w:noProof/>
                <w:sz w:val="20"/>
                <w:szCs w:val="22"/>
              </w:rPr>
              <w:t>2</w:t>
            </w:r>
          </w:fldSimple>
        </w:p>
      </w:tc>
    </w:tr>
  </w:tbl>
  <w:p w:rsidR="00B74AA4" w:rsidRPr="006D73CF" w:rsidRDefault="00B74AA4" w:rsidP="006D73CF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AA4" w:rsidRDefault="00B74AA4" w:rsidP="0076042D">
      <w:pPr>
        <w:pStyle w:val="a2"/>
      </w:pPr>
      <w:r>
        <w:separator/>
      </w:r>
    </w:p>
  </w:footnote>
  <w:footnote w:type="continuationSeparator" w:id="0">
    <w:p w:rsidR="00B74AA4" w:rsidRDefault="00B74AA4" w:rsidP="0076042D">
      <w:pPr>
        <w:pStyle w:val="a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ceh_info" w:val=" Транспортный участок"/>
    <w:docVar w:name="class" w:val=" не определен "/>
    <w:docVar w:name="close_doc_flag" w:val="0"/>
    <w:docVar w:name="co_classes" w:val="   "/>
    <w:docVar w:name="codeok" w:val=" 11442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"/>
    <w:docVar w:name="fac_name" w:val="Карта АРМ"/>
    <w:docVar w:name="fac_name2" w:val="Карта"/>
    <w:docVar w:name="facid" w:val="20"/>
    <w:docVar w:name="fact_adr" w:val="   "/>
    <w:docVar w:name="fill_date" w:val="24.10.2018"/>
    <w:docVar w:name="gig_kut" w:val="2"/>
    <w:docVar w:name="hlp" w:val="3"/>
    <w:docVar w:name="izm_date" w:val="11.04.2018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178-176/18 "/>
    <w:docVar w:name="oborud" w:val="  "/>
    <w:docVar w:name="org_id" w:val="1"/>
    <w:docVar w:name="pers_guids" w:val="0F4BB6FA6E12499284380B067A1DACDC@072-815-564-73"/>
    <w:docVar w:name="pers_snils" w:val="0F4BB6FA6E12499284380B067A1DACDC@072-815-564-73"/>
    <w:docVar w:name="raschet" w:val="   "/>
    <w:docVar w:name="rm_guid" w:val="260A24180E44452C91F9F874B88DB3F0"/>
    <w:docVar w:name="rm_id" w:val="222"/>
    <w:docVar w:name="rm_name" w:val="                                          "/>
    <w:docVar w:name="rm_number" w:val=" 178-176/18 "/>
    <w:docVar w:name="s_050" w:val="1. 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trud_measures" w:val="Рекомендации по подбору работников: возможность применения труда женщин - нет; возможность применения труда лиц до 18 лет - нет (СанПиН 2.4.6.2553-09, п.2.2); возможность применения труда инвалидов - по медицинским показаниям"/>
    <w:docVar w:name="version" w:val="51"/>
  </w:docVars>
  <w:rsids>
    <w:rsidRoot w:val="007C3D6E"/>
    <w:rsid w:val="000024F1"/>
    <w:rsid w:val="00003752"/>
    <w:rsid w:val="000071FD"/>
    <w:rsid w:val="0001491B"/>
    <w:rsid w:val="00017AE9"/>
    <w:rsid w:val="0002050C"/>
    <w:rsid w:val="00020CB6"/>
    <w:rsid w:val="00025683"/>
    <w:rsid w:val="000403B1"/>
    <w:rsid w:val="00046815"/>
    <w:rsid w:val="0005566C"/>
    <w:rsid w:val="00057C01"/>
    <w:rsid w:val="00071CD7"/>
    <w:rsid w:val="00071D89"/>
    <w:rsid w:val="00073974"/>
    <w:rsid w:val="000860ED"/>
    <w:rsid w:val="000862A9"/>
    <w:rsid w:val="0009007D"/>
    <w:rsid w:val="000905BE"/>
    <w:rsid w:val="000916A0"/>
    <w:rsid w:val="00097929"/>
    <w:rsid w:val="000B247D"/>
    <w:rsid w:val="000B5774"/>
    <w:rsid w:val="000D1F5B"/>
    <w:rsid w:val="000D44EB"/>
    <w:rsid w:val="000E1AAA"/>
    <w:rsid w:val="000E4CAF"/>
    <w:rsid w:val="000E5D15"/>
    <w:rsid w:val="00106536"/>
    <w:rsid w:val="001076D9"/>
    <w:rsid w:val="00110025"/>
    <w:rsid w:val="00123298"/>
    <w:rsid w:val="00123E48"/>
    <w:rsid w:val="00127C74"/>
    <w:rsid w:val="00127E90"/>
    <w:rsid w:val="0014039F"/>
    <w:rsid w:val="001429B1"/>
    <w:rsid w:val="001439D7"/>
    <w:rsid w:val="00145419"/>
    <w:rsid w:val="001456F8"/>
    <w:rsid w:val="00151E8B"/>
    <w:rsid w:val="001562C9"/>
    <w:rsid w:val="0015635F"/>
    <w:rsid w:val="001607C8"/>
    <w:rsid w:val="00163CAB"/>
    <w:rsid w:val="00165B23"/>
    <w:rsid w:val="00172681"/>
    <w:rsid w:val="001857AF"/>
    <w:rsid w:val="00193B43"/>
    <w:rsid w:val="00195E6F"/>
    <w:rsid w:val="001A3CE7"/>
    <w:rsid w:val="001D738D"/>
    <w:rsid w:val="001E42F8"/>
    <w:rsid w:val="001E583D"/>
    <w:rsid w:val="001E67AF"/>
    <w:rsid w:val="001F4D8D"/>
    <w:rsid w:val="00204CB6"/>
    <w:rsid w:val="00213CEE"/>
    <w:rsid w:val="002157DE"/>
    <w:rsid w:val="002266E3"/>
    <w:rsid w:val="002272A1"/>
    <w:rsid w:val="00230A7C"/>
    <w:rsid w:val="00232C8F"/>
    <w:rsid w:val="0023471E"/>
    <w:rsid w:val="00234932"/>
    <w:rsid w:val="002428B9"/>
    <w:rsid w:val="002428FD"/>
    <w:rsid w:val="00244615"/>
    <w:rsid w:val="002526B6"/>
    <w:rsid w:val="002653C8"/>
    <w:rsid w:val="0029379D"/>
    <w:rsid w:val="002A0605"/>
    <w:rsid w:val="002A63E3"/>
    <w:rsid w:val="002C2FBB"/>
    <w:rsid w:val="002E55C6"/>
    <w:rsid w:val="002F743F"/>
    <w:rsid w:val="003044BD"/>
    <w:rsid w:val="00305B2F"/>
    <w:rsid w:val="00316A4E"/>
    <w:rsid w:val="00322C55"/>
    <w:rsid w:val="00323537"/>
    <w:rsid w:val="00333753"/>
    <w:rsid w:val="00345F21"/>
    <w:rsid w:val="00346019"/>
    <w:rsid w:val="00360AD4"/>
    <w:rsid w:val="003656EF"/>
    <w:rsid w:val="00366425"/>
    <w:rsid w:val="00367816"/>
    <w:rsid w:val="00374EF5"/>
    <w:rsid w:val="003761CD"/>
    <w:rsid w:val="00382549"/>
    <w:rsid w:val="003876C3"/>
    <w:rsid w:val="00396A3E"/>
    <w:rsid w:val="003A0022"/>
    <w:rsid w:val="003A1024"/>
    <w:rsid w:val="003B0402"/>
    <w:rsid w:val="003B1353"/>
    <w:rsid w:val="003C24DB"/>
    <w:rsid w:val="003C5C39"/>
    <w:rsid w:val="003C5DF7"/>
    <w:rsid w:val="003D172B"/>
    <w:rsid w:val="003E1C83"/>
    <w:rsid w:val="003E36C2"/>
    <w:rsid w:val="003F3852"/>
    <w:rsid w:val="0040104A"/>
    <w:rsid w:val="00402CAC"/>
    <w:rsid w:val="00405C54"/>
    <w:rsid w:val="00411B17"/>
    <w:rsid w:val="00427154"/>
    <w:rsid w:val="00427661"/>
    <w:rsid w:val="00427CBC"/>
    <w:rsid w:val="00435C46"/>
    <w:rsid w:val="0044233C"/>
    <w:rsid w:val="00444410"/>
    <w:rsid w:val="0045448E"/>
    <w:rsid w:val="00460054"/>
    <w:rsid w:val="00481C22"/>
    <w:rsid w:val="00490A9D"/>
    <w:rsid w:val="004A0839"/>
    <w:rsid w:val="004A47AD"/>
    <w:rsid w:val="004B0C32"/>
    <w:rsid w:val="004B120F"/>
    <w:rsid w:val="004C4DB2"/>
    <w:rsid w:val="004D395C"/>
    <w:rsid w:val="004D703B"/>
    <w:rsid w:val="004E2BF2"/>
    <w:rsid w:val="004E51DC"/>
    <w:rsid w:val="004E5FB2"/>
    <w:rsid w:val="004F2BD1"/>
    <w:rsid w:val="00510595"/>
    <w:rsid w:val="00512BCC"/>
    <w:rsid w:val="00520112"/>
    <w:rsid w:val="00527F1F"/>
    <w:rsid w:val="00545015"/>
    <w:rsid w:val="00554643"/>
    <w:rsid w:val="00555386"/>
    <w:rsid w:val="0056169E"/>
    <w:rsid w:val="005617A2"/>
    <w:rsid w:val="00563E94"/>
    <w:rsid w:val="00564B0B"/>
    <w:rsid w:val="00572345"/>
    <w:rsid w:val="00576095"/>
    <w:rsid w:val="00580380"/>
    <w:rsid w:val="00580D73"/>
    <w:rsid w:val="0058162E"/>
    <w:rsid w:val="00582844"/>
    <w:rsid w:val="005944E6"/>
    <w:rsid w:val="005A0436"/>
    <w:rsid w:val="005A3A36"/>
    <w:rsid w:val="005B466C"/>
    <w:rsid w:val="005B7FE8"/>
    <w:rsid w:val="005C0A9A"/>
    <w:rsid w:val="005D1DBE"/>
    <w:rsid w:val="005F3953"/>
    <w:rsid w:val="005F695F"/>
    <w:rsid w:val="005F6B08"/>
    <w:rsid w:val="00600D66"/>
    <w:rsid w:val="00603748"/>
    <w:rsid w:val="00612668"/>
    <w:rsid w:val="006176DC"/>
    <w:rsid w:val="00655433"/>
    <w:rsid w:val="00660EBA"/>
    <w:rsid w:val="00681068"/>
    <w:rsid w:val="00684645"/>
    <w:rsid w:val="00692780"/>
    <w:rsid w:val="00695F12"/>
    <w:rsid w:val="0069682B"/>
    <w:rsid w:val="006B7894"/>
    <w:rsid w:val="006C28B3"/>
    <w:rsid w:val="006C3665"/>
    <w:rsid w:val="006C3971"/>
    <w:rsid w:val="006D214B"/>
    <w:rsid w:val="006D5FB6"/>
    <w:rsid w:val="006D73CF"/>
    <w:rsid w:val="007049EB"/>
    <w:rsid w:val="00705CDC"/>
    <w:rsid w:val="00706872"/>
    <w:rsid w:val="00710271"/>
    <w:rsid w:val="00710E96"/>
    <w:rsid w:val="00717C9F"/>
    <w:rsid w:val="00727DA7"/>
    <w:rsid w:val="007330E1"/>
    <w:rsid w:val="00734E13"/>
    <w:rsid w:val="00734F25"/>
    <w:rsid w:val="00736794"/>
    <w:rsid w:val="00745D40"/>
    <w:rsid w:val="007462E1"/>
    <w:rsid w:val="007544C8"/>
    <w:rsid w:val="007548C4"/>
    <w:rsid w:val="0076042D"/>
    <w:rsid w:val="007657D5"/>
    <w:rsid w:val="007731C0"/>
    <w:rsid w:val="00776AA2"/>
    <w:rsid w:val="0078048A"/>
    <w:rsid w:val="0078427C"/>
    <w:rsid w:val="00787271"/>
    <w:rsid w:val="007A4C5E"/>
    <w:rsid w:val="007A6E96"/>
    <w:rsid w:val="007B0C5B"/>
    <w:rsid w:val="007C3D6E"/>
    <w:rsid w:val="007D1852"/>
    <w:rsid w:val="007D2A64"/>
    <w:rsid w:val="007D2CEA"/>
    <w:rsid w:val="007F2D98"/>
    <w:rsid w:val="007F7421"/>
    <w:rsid w:val="00801C88"/>
    <w:rsid w:val="00802EAA"/>
    <w:rsid w:val="00805A40"/>
    <w:rsid w:val="0080623A"/>
    <w:rsid w:val="00815677"/>
    <w:rsid w:val="00815CA9"/>
    <w:rsid w:val="00823D60"/>
    <w:rsid w:val="0082485C"/>
    <w:rsid w:val="00830333"/>
    <w:rsid w:val="00830447"/>
    <w:rsid w:val="00831F60"/>
    <w:rsid w:val="00835248"/>
    <w:rsid w:val="00835561"/>
    <w:rsid w:val="0084523A"/>
    <w:rsid w:val="00847908"/>
    <w:rsid w:val="00853DC7"/>
    <w:rsid w:val="0086427C"/>
    <w:rsid w:val="0086730F"/>
    <w:rsid w:val="008721D0"/>
    <w:rsid w:val="00883461"/>
    <w:rsid w:val="00896F11"/>
    <w:rsid w:val="008B289F"/>
    <w:rsid w:val="008B375F"/>
    <w:rsid w:val="008B41E3"/>
    <w:rsid w:val="008C672B"/>
    <w:rsid w:val="008C686D"/>
    <w:rsid w:val="008D1D63"/>
    <w:rsid w:val="008E68DE"/>
    <w:rsid w:val="008E70C1"/>
    <w:rsid w:val="00900979"/>
    <w:rsid w:val="009057ED"/>
    <w:rsid w:val="0090588D"/>
    <w:rsid w:val="009078DC"/>
    <w:rsid w:val="00913EC2"/>
    <w:rsid w:val="00914C3F"/>
    <w:rsid w:val="0092277B"/>
    <w:rsid w:val="00922837"/>
    <w:rsid w:val="00924CC1"/>
    <w:rsid w:val="009257C0"/>
    <w:rsid w:val="0092685E"/>
    <w:rsid w:val="0092778A"/>
    <w:rsid w:val="00945F53"/>
    <w:rsid w:val="0095108A"/>
    <w:rsid w:val="009611A4"/>
    <w:rsid w:val="00967790"/>
    <w:rsid w:val="009700F1"/>
    <w:rsid w:val="00982FF1"/>
    <w:rsid w:val="0098630F"/>
    <w:rsid w:val="009909D8"/>
    <w:rsid w:val="009A0053"/>
    <w:rsid w:val="009A1816"/>
    <w:rsid w:val="009A1D9F"/>
    <w:rsid w:val="009A5BF7"/>
    <w:rsid w:val="009A6417"/>
    <w:rsid w:val="009B70A7"/>
    <w:rsid w:val="009C0AD4"/>
    <w:rsid w:val="009C1C17"/>
    <w:rsid w:val="009C5C5D"/>
    <w:rsid w:val="009D44FD"/>
    <w:rsid w:val="009D5EE2"/>
    <w:rsid w:val="009F78A5"/>
    <w:rsid w:val="00A005A3"/>
    <w:rsid w:val="00A100AB"/>
    <w:rsid w:val="00A1086B"/>
    <w:rsid w:val="00A12349"/>
    <w:rsid w:val="00A123A2"/>
    <w:rsid w:val="00A13881"/>
    <w:rsid w:val="00A15877"/>
    <w:rsid w:val="00A20664"/>
    <w:rsid w:val="00A37C85"/>
    <w:rsid w:val="00A408CF"/>
    <w:rsid w:val="00A4572A"/>
    <w:rsid w:val="00A56B56"/>
    <w:rsid w:val="00A671D8"/>
    <w:rsid w:val="00A70539"/>
    <w:rsid w:val="00A714B3"/>
    <w:rsid w:val="00A727E9"/>
    <w:rsid w:val="00A7346C"/>
    <w:rsid w:val="00A81269"/>
    <w:rsid w:val="00A87B75"/>
    <w:rsid w:val="00A91908"/>
    <w:rsid w:val="00A942C4"/>
    <w:rsid w:val="00AA4551"/>
    <w:rsid w:val="00AA46ED"/>
    <w:rsid w:val="00AA4DCC"/>
    <w:rsid w:val="00AB2650"/>
    <w:rsid w:val="00AD14A4"/>
    <w:rsid w:val="00AD7C32"/>
    <w:rsid w:val="00AE2D19"/>
    <w:rsid w:val="00AE517C"/>
    <w:rsid w:val="00AE7E30"/>
    <w:rsid w:val="00AF5AB2"/>
    <w:rsid w:val="00AF796F"/>
    <w:rsid w:val="00B00D8D"/>
    <w:rsid w:val="00B04F25"/>
    <w:rsid w:val="00B06D8A"/>
    <w:rsid w:val="00B132F4"/>
    <w:rsid w:val="00B13549"/>
    <w:rsid w:val="00B140ED"/>
    <w:rsid w:val="00B2123F"/>
    <w:rsid w:val="00B42C03"/>
    <w:rsid w:val="00B50D82"/>
    <w:rsid w:val="00B640D3"/>
    <w:rsid w:val="00B74AA4"/>
    <w:rsid w:val="00B7660E"/>
    <w:rsid w:val="00B96061"/>
    <w:rsid w:val="00BA5029"/>
    <w:rsid w:val="00BA6853"/>
    <w:rsid w:val="00BA7E95"/>
    <w:rsid w:val="00BB13FF"/>
    <w:rsid w:val="00BB7D6F"/>
    <w:rsid w:val="00BC2F3C"/>
    <w:rsid w:val="00BD2936"/>
    <w:rsid w:val="00BD3827"/>
    <w:rsid w:val="00C022CC"/>
    <w:rsid w:val="00C02721"/>
    <w:rsid w:val="00C02C26"/>
    <w:rsid w:val="00C03F4A"/>
    <w:rsid w:val="00C04986"/>
    <w:rsid w:val="00C0740F"/>
    <w:rsid w:val="00C07D3D"/>
    <w:rsid w:val="00C41459"/>
    <w:rsid w:val="00C446EA"/>
    <w:rsid w:val="00C45795"/>
    <w:rsid w:val="00C502AF"/>
    <w:rsid w:val="00C6750E"/>
    <w:rsid w:val="00C82867"/>
    <w:rsid w:val="00C86A1D"/>
    <w:rsid w:val="00C94201"/>
    <w:rsid w:val="00CA5901"/>
    <w:rsid w:val="00CA6048"/>
    <w:rsid w:val="00CB2515"/>
    <w:rsid w:val="00CC3383"/>
    <w:rsid w:val="00CD48A4"/>
    <w:rsid w:val="00CD6811"/>
    <w:rsid w:val="00CD7FA3"/>
    <w:rsid w:val="00CE3307"/>
    <w:rsid w:val="00CF1EF5"/>
    <w:rsid w:val="00D12311"/>
    <w:rsid w:val="00D26B1A"/>
    <w:rsid w:val="00D26B44"/>
    <w:rsid w:val="00D321AF"/>
    <w:rsid w:val="00D3469A"/>
    <w:rsid w:val="00D43544"/>
    <w:rsid w:val="00D57D9A"/>
    <w:rsid w:val="00D72A12"/>
    <w:rsid w:val="00D76DF8"/>
    <w:rsid w:val="00D81515"/>
    <w:rsid w:val="00D83863"/>
    <w:rsid w:val="00D902DB"/>
    <w:rsid w:val="00D911F8"/>
    <w:rsid w:val="00D96EC5"/>
    <w:rsid w:val="00DA598E"/>
    <w:rsid w:val="00DB1272"/>
    <w:rsid w:val="00DB3170"/>
    <w:rsid w:val="00DB5302"/>
    <w:rsid w:val="00DD6B1F"/>
    <w:rsid w:val="00DE3BBD"/>
    <w:rsid w:val="00DF60A9"/>
    <w:rsid w:val="00E015E6"/>
    <w:rsid w:val="00E124F4"/>
    <w:rsid w:val="00E22A8D"/>
    <w:rsid w:val="00E36337"/>
    <w:rsid w:val="00E43EDA"/>
    <w:rsid w:val="00E71D94"/>
    <w:rsid w:val="00E75FBD"/>
    <w:rsid w:val="00E7734C"/>
    <w:rsid w:val="00E8475E"/>
    <w:rsid w:val="00EA2DCF"/>
    <w:rsid w:val="00EA5416"/>
    <w:rsid w:val="00EB67C0"/>
    <w:rsid w:val="00EB72AD"/>
    <w:rsid w:val="00EC37A1"/>
    <w:rsid w:val="00EC3CE1"/>
    <w:rsid w:val="00EC4F6D"/>
    <w:rsid w:val="00EE62B7"/>
    <w:rsid w:val="00EE6500"/>
    <w:rsid w:val="00EF07A3"/>
    <w:rsid w:val="00EF3DC4"/>
    <w:rsid w:val="00EF5FE6"/>
    <w:rsid w:val="00F1089F"/>
    <w:rsid w:val="00F27129"/>
    <w:rsid w:val="00F31AF6"/>
    <w:rsid w:val="00F35315"/>
    <w:rsid w:val="00F426AC"/>
    <w:rsid w:val="00F6196B"/>
    <w:rsid w:val="00F76072"/>
    <w:rsid w:val="00F77289"/>
    <w:rsid w:val="00F77D79"/>
    <w:rsid w:val="00F8277D"/>
    <w:rsid w:val="00F929E2"/>
    <w:rsid w:val="00F94D8E"/>
    <w:rsid w:val="00F95C06"/>
    <w:rsid w:val="00F97F7C"/>
    <w:rsid w:val="00FB001B"/>
    <w:rsid w:val="00FB24BF"/>
    <w:rsid w:val="00FC2138"/>
    <w:rsid w:val="00FD0BA7"/>
    <w:rsid w:val="00FD2BA8"/>
    <w:rsid w:val="00FE21DE"/>
    <w:rsid w:val="00FF1C5A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740F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uiPriority w:val="99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74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D2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uiPriority w:val="99"/>
    <w:rsid w:val="0092778A"/>
    <w:pPr>
      <w:spacing w:before="60"/>
    </w:pPr>
    <w:rPr>
      <w:b/>
      <w:color w:val="000000"/>
      <w:szCs w:val="20"/>
    </w:rPr>
  </w:style>
  <w:style w:type="character" w:customStyle="1" w:styleId="a0">
    <w:name w:val="Раздел Знак"/>
    <w:link w:val="a"/>
    <w:uiPriority w:val="99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uiPriority w:val="99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uiPriority w:val="99"/>
    <w:rsid w:val="00883461"/>
    <w:pPr>
      <w:jc w:val="center"/>
    </w:pPr>
    <w:rPr>
      <w:szCs w:val="20"/>
    </w:rPr>
  </w:style>
  <w:style w:type="character" w:customStyle="1" w:styleId="a3">
    <w:name w:val="Поле"/>
    <w:uiPriority w:val="99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740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74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paragraph" w:customStyle="1" w:styleId="1">
    <w:name w:val="Обычный1"/>
    <w:uiPriority w:val="99"/>
    <w:rsid w:val="00745D40"/>
    <w:pPr>
      <w:widowControl w:val="0"/>
      <w:spacing w:before="20"/>
    </w:pPr>
    <w:rPr>
      <w:sz w:val="18"/>
      <w:szCs w:val="20"/>
      <w:lang w:eastAsia="zh-TW"/>
    </w:rPr>
  </w:style>
  <w:style w:type="paragraph" w:customStyle="1" w:styleId="ConsPlusNonformat">
    <w:name w:val="ConsPlusNonformat"/>
    <w:uiPriority w:val="99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C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2</Pages>
  <Words>788</Words>
  <Characters>4497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Колесников</dc:creator>
  <cp:keywords/>
  <dc:description/>
  <cp:lastModifiedBy>admin</cp:lastModifiedBy>
  <cp:revision>10</cp:revision>
  <dcterms:created xsi:type="dcterms:W3CDTF">2018-10-12T07:34:00Z</dcterms:created>
  <dcterms:modified xsi:type="dcterms:W3CDTF">2018-10-22T11:29:00Z</dcterms:modified>
</cp:coreProperties>
</file>